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42A813C8" w:rsidR="00C45BC7" w:rsidRPr="00D74DEE" w:rsidRDefault="00B30D57" w:rsidP="00D23A9F">
      <w:pPr>
        <w:widowControl/>
        <w:suppressAutoHyphens w:val="0"/>
        <w:spacing w:line="240" w:lineRule="auto"/>
      </w:pPr>
      <w:r>
        <w:t>Hr</w:t>
      </w:r>
      <w:r w:rsidR="004C03D1">
        <w:t xml:space="preserve"> </w:t>
      </w:r>
      <w:r w:rsidR="00887739">
        <w:rPr>
          <w:noProof/>
          <w:color w:val="000000"/>
        </w:rPr>
        <w:t>Eiko Keeman</w:t>
      </w:r>
      <w:r w:rsidR="00887739">
        <w:rPr>
          <w:noProof/>
          <w:color w:val="000000"/>
        </w:rPr>
        <w:tab/>
      </w:r>
      <w:r w:rsidR="001C1A3B">
        <w:tab/>
      </w:r>
      <w:r w:rsidR="00897133">
        <w:tab/>
      </w:r>
      <w:r w:rsidR="003816DC"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 w:rsidR="00437197">
        <w:t>1</w:t>
      </w:r>
      <w:r w:rsidR="0077704B">
        <w:t>1</w:t>
      </w:r>
      <w:r w:rsidR="00C45BC7" w:rsidRPr="00D74DEE">
        <w:t>.</w:t>
      </w:r>
      <w:r w:rsidR="001C1A3B">
        <w:t>1</w:t>
      </w:r>
      <w:r w:rsidR="0077704B">
        <w:t>2</w:t>
      </w:r>
      <w:r w:rsidR="00C45BC7" w:rsidRPr="00D74DEE">
        <w:t>.2023 nr 12.2-10/</w:t>
      </w:r>
      <w:r w:rsidR="00280AB5">
        <w:t>1</w:t>
      </w:r>
      <w:r w:rsidR="00887739">
        <w:t>89</w:t>
      </w:r>
    </w:p>
    <w:p w14:paraId="641EF284" w14:textId="03F65FC3" w:rsidR="00C45BC7" w:rsidRPr="00DB6FA8" w:rsidRDefault="00887739" w:rsidP="00D23A9F">
      <w:pPr>
        <w:widowControl/>
        <w:suppressAutoHyphens w:val="0"/>
        <w:spacing w:line="240" w:lineRule="auto"/>
      </w:pPr>
      <w:r w:rsidRPr="00887739">
        <w:t>Rohelohe OÜ</w:t>
      </w:r>
      <w:r>
        <w:rPr>
          <w:b/>
          <w:bCs/>
        </w:rPr>
        <w:t xml:space="preserve"> </w:t>
      </w:r>
      <w:r w:rsidR="00463451" w:rsidRPr="00DB6FA8">
        <w:rPr>
          <w:color w:val="000000" w:themeColor="text1"/>
        </w:rPr>
        <w:t>esindaja</w:t>
      </w:r>
      <w:r w:rsidR="00280AB5" w:rsidRPr="00DB6FA8">
        <w:rPr>
          <w:color w:val="000000" w:themeColor="text1"/>
        </w:rPr>
        <w:t xml:space="preserve"> </w:t>
      </w:r>
      <w:r w:rsidR="00B33818" w:rsidRPr="00DB6FA8">
        <w:t>(vaidlustaja)</w:t>
      </w:r>
    </w:p>
    <w:p w14:paraId="32B81219" w14:textId="14AD1FCF" w:rsidR="00DB6FA8" w:rsidRDefault="00C45BC7" w:rsidP="00DD6FDF">
      <w:pPr>
        <w:tabs>
          <w:tab w:val="left" w:pos="2977"/>
        </w:tabs>
        <w:spacing w:line="0" w:lineRule="atLeast"/>
        <w:rPr>
          <w:rStyle w:val="Hperlink"/>
          <w:color w:val="1F497D" w:themeColor="text2"/>
        </w:rPr>
      </w:pPr>
      <w:r w:rsidRPr="00D74DEE">
        <w:t xml:space="preserve">e-post: </w:t>
      </w:r>
      <w:hyperlink r:id="rId9" w:history="1">
        <w:r w:rsidR="00887739" w:rsidRPr="008B698C">
          <w:rPr>
            <w:rStyle w:val="Hperlink"/>
            <w:bCs/>
          </w:rPr>
          <w:t>eiko.keeman@gmail.com</w:t>
        </w:r>
      </w:hyperlink>
      <w:r w:rsidR="00887739">
        <w:rPr>
          <w:bCs/>
        </w:rPr>
        <w:t xml:space="preserve">  </w:t>
      </w:r>
    </w:p>
    <w:p w14:paraId="7EAFFF12" w14:textId="77777777" w:rsidR="001C1A3B" w:rsidRDefault="001C1A3B" w:rsidP="00D23A9F">
      <w:pPr>
        <w:widowControl/>
        <w:suppressAutoHyphens w:val="0"/>
        <w:spacing w:line="240" w:lineRule="auto"/>
      </w:pPr>
    </w:p>
    <w:p w14:paraId="27C000C7" w14:textId="4354F534" w:rsidR="00127627" w:rsidRDefault="00B30D57" w:rsidP="00D23A9F">
      <w:pPr>
        <w:widowControl/>
        <w:suppressAutoHyphens w:val="0"/>
        <w:spacing w:line="240" w:lineRule="auto"/>
      </w:pPr>
      <w:r>
        <w:t>Pr</w:t>
      </w:r>
      <w:r w:rsidR="006C56CA">
        <w:t xml:space="preserve"> </w:t>
      </w:r>
      <w:r w:rsidR="00887739">
        <w:t>R</w:t>
      </w:r>
      <w:r w:rsidR="00DD6FDF">
        <w:t>iina</w:t>
      </w:r>
      <w:r w:rsidR="006C56CA">
        <w:t xml:space="preserve"> </w:t>
      </w:r>
      <w:r w:rsidR="00887739">
        <w:t>Loorpuu</w:t>
      </w:r>
    </w:p>
    <w:p w14:paraId="67DFEB7E" w14:textId="7463ED28" w:rsidR="00280AB5" w:rsidRDefault="00887739" w:rsidP="00D23A9F">
      <w:pPr>
        <w:widowControl/>
        <w:suppressAutoHyphens w:val="0"/>
        <w:spacing w:line="240" w:lineRule="auto"/>
        <w:rPr>
          <w:bCs/>
          <w:color w:val="000000" w:themeColor="text1"/>
        </w:rPr>
      </w:pPr>
      <w:r w:rsidRPr="00742B3D">
        <w:t>Riigi Tugiteenuste Keskus</w:t>
      </w:r>
      <w:r>
        <w:t>e</w:t>
      </w:r>
      <w:r>
        <w:rPr>
          <w:bCs/>
          <w:color w:val="000000" w:themeColor="text1"/>
        </w:rPr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2EFDD925" w14:textId="77777777" w:rsidR="00887739" w:rsidRPr="00602D12" w:rsidRDefault="00EE1F9F" w:rsidP="00887739">
      <w:pPr>
        <w:pStyle w:val="Default"/>
        <w:jc w:val="both"/>
      </w:pPr>
      <w:r w:rsidRPr="006B4DBF">
        <w:rPr>
          <w:color w:val="auto"/>
        </w:rPr>
        <w:t>e-pos</w:t>
      </w:r>
      <w:r>
        <w:t xml:space="preserve">t: </w:t>
      </w:r>
      <w:hyperlink r:id="rId10" w:history="1">
        <w:r w:rsidR="00887739" w:rsidRPr="00602D12">
          <w:rPr>
            <w:rStyle w:val="Hperlink"/>
            <w:shd w:val="clear" w:color="auto" w:fill="FFFFFF"/>
          </w:rPr>
          <w:t>riina.loorpuu@rtk.ee</w:t>
        </w:r>
      </w:hyperlink>
    </w:p>
    <w:p w14:paraId="421E8648" w14:textId="5B801BB5" w:rsidR="00EE1F9F" w:rsidRPr="006C56CA" w:rsidRDefault="00EE1F9F" w:rsidP="00EE1F9F">
      <w:pPr>
        <w:pStyle w:val="Default"/>
        <w:rPr>
          <w:noProof/>
        </w:rPr>
      </w:pPr>
    </w:p>
    <w:p w14:paraId="61E914EB" w14:textId="77777777" w:rsidR="00EE1F9F" w:rsidRDefault="00EE1F9F" w:rsidP="00EE1F9F">
      <w:pPr>
        <w:pStyle w:val="Default"/>
        <w:rPr>
          <w:rStyle w:val="Hperlink"/>
          <w:lang w:val="en-US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1AB251F8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887739" w:rsidRPr="004811F3">
        <w:rPr>
          <w:rFonts w:cs="Times New Roman"/>
          <w:szCs w:val="24"/>
        </w:rPr>
        <w:t xml:space="preserve">Riigi Tugiteenuste Keskuse riigihankes „Planeerimismenetluses erinevate mõjude hindamise koolitusprogramm 2023-2025“ (viitenumber 270281) Rohelohe OÜ </w:t>
      </w:r>
      <w:r w:rsidRPr="00B33818">
        <w:rPr>
          <w:rFonts w:cs="Times New Roman"/>
          <w:szCs w:val="24"/>
        </w:rPr>
        <w:t>esitatud vaidlustuse läbi kirjalikus menetluses (hankija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lisatud)</w:t>
      </w:r>
      <w:r w:rsidRPr="004811F3">
        <w:rPr>
          <w:rFonts w:cs="Times New Roman"/>
          <w:szCs w:val="24"/>
        </w:rPr>
        <w:t>.</w:t>
      </w:r>
    </w:p>
    <w:p w14:paraId="16F1897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4B33C1C5" w14:textId="2C6975C6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4E5E60" w:rsidRPr="00B33818">
        <w:rPr>
          <w:rFonts w:cs="Times New Roman"/>
          <w:szCs w:val="24"/>
        </w:rPr>
        <w:t>Angelika Timusk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507875DD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6C56CA">
        <w:rPr>
          <w:rFonts w:cs="Times New Roman"/>
          <w:b/>
          <w:szCs w:val="24"/>
          <w:u w:val="single"/>
        </w:rPr>
        <w:t>0</w:t>
      </w:r>
      <w:r w:rsidR="00887739">
        <w:rPr>
          <w:rFonts w:cs="Times New Roman"/>
          <w:b/>
          <w:szCs w:val="24"/>
          <w:u w:val="single"/>
        </w:rPr>
        <w:t>4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887739">
        <w:rPr>
          <w:rFonts w:cs="Times New Roman"/>
          <w:b/>
          <w:szCs w:val="24"/>
          <w:u w:val="single"/>
        </w:rPr>
        <w:t>0</w:t>
      </w:r>
      <w:r w:rsidR="004E5E60">
        <w:rPr>
          <w:rFonts w:cs="Times New Roman"/>
          <w:b/>
          <w:szCs w:val="24"/>
          <w:u w:val="single"/>
        </w:rPr>
        <w:t>1</w:t>
      </w:r>
      <w:r w:rsidRPr="00086729">
        <w:rPr>
          <w:rFonts w:cs="Times New Roman"/>
          <w:b/>
          <w:szCs w:val="24"/>
          <w:u w:val="single"/>
        </w:rPr>
        <w:t>.202</w:t>
      </w:r>
      <w:r w:rsidR="00887739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0D03D437" w:rsidR="00C45BC7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</w:t>
      </w:r>
      <w:proofErr w:type="spellStart"/>
      <w:r w:rsidRPr="00086729">
        <w:rPr>
          <w:rFonts w:cs="Times New Roman"/>
          <w:szCs w:val="24"/>
        </w:rPr>
        <w:t>lg-st</w:t>
      </w:r>
      <w:proofErr w:type="spellEnd"/>
      <w:r w:rsidRPr="00086729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887739">
        <w:rPr>
          <w:rFonts w:cs="Times New Roman"/>
          <w:b/>
          <w:bCs/>
          <w:szCs w:val="24"/>
          <w:u w:val="single"/>
        </w:rPr>
        <w:t>14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5D6AAE">
        <w:rPr>
          <w:rFonts w:cs="Times New Roman"/>
          <w:b/>
          <w:bCs/>
          <w:szCs w:val="24"/>
          <w:u w:val="single"/>
        </w:rPr>
        <w:t>1</w:t>
      </w:r>
      <w:r w:rsidR="00887739">
        <w:rPr>
          <w:rFonts w:cs="Times New Roman"/>
          <w:b/>
          <w:bCs/>
          <w:szCs w:val="24"/>
          <w:u w:val="single"/>
        </w:rPr>
        <w:t>2</w:t>
      </w:r>
      <w:r w:rsidRPr="00086729">
        <w:rPr>
          <w:rFonts w:cs="Times New Roman"/>
          <w:b/>
          <w:bCs/>
          <w:szCs w:val="24"/>
          <w:u w:val="single"/>
        </w:rPr>
        <w:t>.2023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887739">
        <w:rPr>
          <w:rFonts w:cs="Times New Roman"/>
          <w:b/>
          <w:bCs/>
          <w:szCs w:val="24"/>
          <w:u w:val="single"/>
        </w:rPr>
        <w:t>19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4C03D1">
        <w:rPr>
          <w:rFonts w:cs="Times New Roman"/>
          <w:b/>
          <w:bCs/>
          <w:szCs w:val="24"/>
          <w:u w:val="single"/>
        </w:rPr>
        <w:t>1</w:t>
      </w:r>
      <w:r w:rsidR="00887739">
        <w:rPr>
          <w:rFonts w:cs="Times New Roman"/>
          <w:b/>
          <w:bCs/>
          <w:szCs w:val="24"/>
          <w:u w:val="single"/>
        </w:rPr>
        <w:t>2</w:t>
      </w:r>
      <w:r w:rsidRPr="00086729">
        <w:rPr>
          <w:rFonts w:cs="Times New Roman"/>
          <w:b/>
          <w:bCs/>
          <w:szCs w:val="24"/>
          <w:u w:val="single"/>
        </w:rPr>
        <w:t>.2023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2AC9F053" w14:textId="77777777" w:rsidR="00B30D57" w:rsidRDefault="00B30D57" w:rsidP="00B30D57">
      <w:pPr>
        <w:pStyle w:val="Vahedeta"/>
        <w:rPr>
          <w:rFonts w:cs="Times New Roman"/>
          <w:szCs w:val="24"/>
        </w:rPr>
      </w:pPr>
    </w:p>
    <w:p w14:paraId="4D8224E0" w14:textId="14CD8091" w:rsidR="00B30D57" w:rsidRPr="00086729" w:rsidRDefault="00B30D57" w:rsidP="00B30D5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Vaidlustuskomisjon juhib tähelepanu asjaolule, et vaidlusaluses riigihankes saabub pakkumuste esitamise tähtpäev </w:t>
      </w:r>
      <w:r w:rsidRPr="00B30D57">
        <w:rPr>
          <w:rFonts w:cs="Times New Roman"/>
          <w:b/>
          <w:bCs/>
          <w:szCs w:val="24"/>
        </w:rPr>
        <w:t>13.12.2023</w:t>
      </w:r>
      <w:r>
        <w:rPr>
          <w:rFonts w:cs="Times New Roman"/>
          <w:szCs w:val="24"/>
        </w:rPr>
        <w:t>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Default="00C45BC7" w:rsidP="00C45BC7">
      <w:pPr>
        <w:pStyle w:val="Vahedeta"/>
        <w:rPr>
          <w:rFonts w:cs="Times New Roman"/>
          <w:szCs w:val="24"/>
        </w:rPr>
      </w:pPr>
    </w:p>
    <w:p w14:paraId="73465352" w14:textId="77777777" w:rsidR="00B30D57" w:rsidRPr="00B33818" w:rsidRDefault="00B30D57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Default="00C45BC7" w:rsidP="00C45BC7">
      <w:pPr>
        <w:pStyle w:val="Vahedeta"/>
        <w:rPr>
          <w:rFonts w:cs="Times New Roman"/>
          <w:szCs w:val="24"/>
        </w:rPr>
      </w:pPr>
    </w:p>
    <w:p w14:paraId="74CA6856" w14:textId="77777777" w:rsidR="00437197" w:rsidRPr="00B33818" w:rsidRDefault="00437197" w:rsidP="00C45BC7">
      <w:pPr>
        <w:pStyle w:val="Vahedeta"/>
        <w:rPr>
          <w:rFonts w:cs="Times New Roman"/>
          <w:szCs w:val="24"/>
        </w:rPr>
      </w:pPr>
    </w:p>
    <w:p w14:paraId="29C47755" w14:textId="22EA4D51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B30D57">
        <w:rPr>
          <w:rFonts w:cs="Times New Roman"/>
          <w:szCs w:val="24"/>
        </w:rPr>
        <w:t xml:space="preserve"> vaidlustusele</w:t>
      </w:r>
    </w:p>
    <w:p w14:paraId="39F11BC7" w14:textId="77777777" w:rsidR="00437197" w:rsidRDefault="00437197" w:rsidP="00C45BC7">
      <w:pPr>
        <w:pStyle w:val="Vahedeta"/>
        <w:rPr>
          <w:rFonts w:cs="Times New Roman"/>
          <w:szCs w:val="24"/>
        </w:rPr>
      </w:pPr>
    </w:p>
    <w:p w14:paraId="4452D853" w14:textId="77777777" w:rsidR="00D5228D" w:rsidRDefault="00D5228D" w:rsidP="00C45BC7">
      <w:pPr>
        <w:pStyle w:val="Vahedeta"/>
        <w:rPr>
          <w:rFonts w:cs="Times New Roman"/>
          <w:szCs w:val="24"/>
        </w:rPr>
      </w:pPr>
    </w:p>
    <w:p w14:paraId="05AE7D5F" w14:textId="77777777" w:rsidR="00437197" w:rsidRDefault="00437197" w:rsidP="00C45BC7">
      <w:pPr>
        <w:pStyle w:val="Vahedeta"/>
        <w:rPr>
          <w:rFonts w:cs="Times New Roman"/>
          <w:szCs w:val="24"/>
        </w:rPr>
      </w:pPr>
    </w:p>
    <w:p w14:paraId="71D81077" w14:textId="77777777" w:rsidR="00B30D57" w:rsidRDefault="00D5228D" w:rsidP="00C45BC7">
      <w:pPr>
        <w:pStyle w:val="Vahedeta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Mari-Ann</w:t>
      </w:r>
      <w:proofErr w:type="spellEnd"/>
      <w:r>
        <w:rPr>
          <w:rFonts w:cs="Times New Roman"/>
          <w:szCs w:val="24"/>
        </w:rPr>
        <w:t xml:space="preserve"> Sinimaa 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</w:t>
      </w:r>
    </w:p>
    <w:p w14:paraId="5EF909EE" w14:textId="143C6A04" w:rsidR="00B30D57" w:rsidRPr="003F327F" w:rsidRDefault="00B30D57" w:rsidP="00C45BC7">
      <w:pPr>
        <w:pStyle w:val="Vahedeta"/>
        <w:rPr>
          <w:szCs w:val="24"/>
        </w:rPr>
      </w:pPr>
      <w:hyperlink r:id="rId11" w:history="1">
        <w:r w:rsidRPr="00FE555C">
          <w:rPr>
            <w:rStyle w:val="Hperlink"/>
            <w:rFonts w:cs="Times New Roman"/>
            <w:szCs w:val="24"/>
          </w:rPr>
          <w:t>mari-ann.sinimaa@fin.ee</w:t>
        </w:r>
      </w:hyperlink>
    </w:p>
    <w:sectPr w:rsidR="00B30D57" w:rsidRPr="003F327F" w:rsidSect="00D522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26E5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1A3B"/>
    <w:rsid w:val="001C3ADF"/>
    <w:rsid w:val="001C5BCF"/>
    <w:rsid w:val="001C67D2"/>
    <w:rsid w:val="001D07A0"/>
    <w:rsid w:val="001D09ED"/>
    <w:rsid w:val="001D0C57"/>
    <w:rsid w:val="001D1123"/>
    <w:rsid w:val="001D1D45"/>
    <w:rsid w:val="001D2258"/>
    <w:rsid w:val="001D2347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7197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11F3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3D1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56CA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704B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73BBB"/>
    <w:rsid w:val="00877762"/>
    <w:rsid w:val="00887739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0D57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6FA8"/>
    <w:rsid w:val="00DB7C4E"/>
    <w:rsid w:val="00DC1DA0"/>
    <w:rsid w:val="00DC2B3D"/>
    <w:rsid w:val="00DC3989"/>
    <w:rsid w:val="00DD1EEF"/>
    <w:rsid w:val="00DD46F3"/>
    <w:rsid w:val="00DD6949"/>
    <w:rsid w:val="00DD6FDF"/>
    <w:rsid w:val="00DD71A0"/>
    <w:rsid w:val="00DD73D2"/>
    <w:rsid w:val="00DD7F68"/>
    <w:rsid w:val="00DE065D"/>
    <w:rsid w:val="00DE15FE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484D"/>
    <w:rsid w:val="00F349EF"/>
    <w:rsid w:val="00F37597"/>
    <w:rsid w:val="00F401C2"/>
    <w:rsid w:val="00F41528"/>
    <w:rsid w:val="00F42656"/>
    <w:rsid w:val="00F432B5"/>
    <w:rsid w:val="00F43E6C"/>
    <w:rsid w:val="00F44E34"/>
    <w:rsid w:val="00F45CA6"/>
    <w:rsid w:val="00F45E1E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iina.loorpuu@rtk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iko.keeman@gmail.com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</TotalTime>
  <Pages>1</Pages>
  <Words>238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5</cp:revision>
  <cp:lastPrinted>2023-01-20T10:56:00Z</cp:lastPrinted>
  <dcterms:created xsi:type="dcterms:W3CDTF">2023-12-11T07:22:00Z</dcterms:created>
  <dcterms:modified xsi:type="dcterms:W3CDTF">2023-12-11T09:06:00Z</dcterms:modified>
</cp:coreProperties>
</file>